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01158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591627AC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41FCCEFF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1A9DDA7D" w14:textId="77777777" w:rsidR="003F16B2" w:rsidRDefault="003F16B2" w:rsidP="003F16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Aegviidu Puit</w:t>
      </w:r>
      <w:r w:rsidRPr="00645462">
        <w:rPr>
          <w:spacing w:val="0"/>
          <w:position w:val="0"/>
          <w:sz w:val="20"/>
        </w:rPr>
        <w:t xml:space="preserve"> </w:t>
      </w:r>
      <w:r>
        <w:rPr>
          <w:spacing w:val="0"/>
          <w:position w:val="0"/>
          <w:sz w:val="20"/>
        </w:rPr>
        <w:t>AS</w:t>
      </w:r>
    </w:p>
    <w:p w14:paraId="34D3BCAF" w14:textId="77777777" w:rsidR="003F16B2" w:rsidRPr="00330C91" w:rsidRDefault="003F16B2" w:rsidP="003F16B2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v</w:t>
      </w:r>
      <w:r w:rsidRPr="00330C91">
        <w:rPr>
          <w:spacing w:val="0"/>
          <w:position w:val="0"/>
          <w:sz w:val="20"/>
        </w:rPr>
        <w:t>ahelise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metsamaterjali müügilepingu</w:t>
      </w:r>
    </w:p>
    <w:p w14:paraId="39FA6628" w14:textId="26619E3B" w:rsidR="003F16B2" w:rsidRPr="00330C91" w:rsidRDefault="003F16B2" w:rsidP="003F16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B16536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F72092">
        <w:rPr>
          <w:spacing w:val="0"/>
          <w:position w:val="0"/>
          <w:sz w:val="20"/>
        </w:rPr>
        <w:t>132</w:t>
      </w:r>
      <w:r w:rsidRPr="00330C91">
        <w:rPr>
          <w:spacing w:val="0"/>
          <w:position w:val="0"/>
          <w:sz w:val="20"/>
        </w:rPr>
        <w:t xml:space="preserve"> juurde</w:t>
      </w:r>
    </w:p>
    <w:p w14:paraId="562DEB8A" w14:textId="77777777" w:rsidR="005253F3" w:rsidRPr="00330C91" w:rsidRDefault="005253F3" w:rsidP="00A111CB">
      <w:pPr>
        <w:jc w:val="center"/>
      </w:pPr>
    </w:p>
    <w:p w14:paraId="3AB1F343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57CE1AEB" w14:textId="77777777" w:rsidR="005253F3" w:rsidRPr="00330C91" w:rsidRDefault="005253F3" w:rsidP="00D2770C">
      <w:pPr>
        <w:jc w:val="center"/>
        <w:rPr>
          <w:sz w:val="18"/>
        </w:rPr>
      </w:pPr>
    </w:p>
    <w:p w14:paraId="18EB9173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2037A7B8" w14:textId="77777777" w:rsidR="005253F3" w:rsidRPr="00330C91" w:rsidRDefault="005253F3" w:rsidP="005655A4">
      <w:pPr>
        <w:rPr>
          <w:sz w:val="18"/>
          <w:szCs w:val="18"/>
        </w:rPr>
      </w:pPr>
    </w:p>
    <w:p w14:paraId="122A0780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716E822E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3784FFE5" w14:textId="323FB448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6B02CB">
        <w:rPr>
          <w:sz w:val="20"/>
        </w:rPr>
        <w:t>2</w:t>
      </w:r>
      <w:r w:rsidR="00F72092">
        <w:rPr>
          <w:sz w:val="20"/>
        </w:rPr>
        <w:t>4</w:t>
      </w:r>
      <w:r w:rsidR="002431FC">
        <w:rPr>
          <w:sz w:val="20"/>
        </w:rPr>
        <w:t>.0</w:t>
      </w:r>
      <w:r w:rsidR="00F72092">
        <w:rPr>
          <w:sz w:val="20"/>
        </w:rPr>
        <w:t>4</w:t>
      </w:r>
      <w:r w:rsidR="00A17551">
        <w:rPr>
          <w:sz w:val="20"/>
        </w:rPr>
        <w:t>.202</w:t>
      </w:r>
      <w:r w:rsidR="00F15DD2">
        <w:rPr>
          <w:sz w:val="20"/>
        </w:rPr>
        <w:t>5</w:t>
      </w:r>
      <w:r w:rsidRPr="00330C91">
        <w:rPr>
          <w:sz w:val="20"/>
        </w:rPr>
        <w:t xml:space="preserve"> a </w:t>
      </w:r>
      <w:r w:rsidR="00F72092">
        <w:rPr>
          <w:sz w:val="20"/>
        </w:rPr>
        <w:t xml:space="preserve">kokkuleppehinnaga kiirestirikneva metsamaterjali müügi </w:t>
      </w:r>
      <w:r w:rsidRPr="00330C91">
        <w:rPr>
          <w:sz w:val="20"/>
        </w:rPr>
        <w:t xml:space="preserve"> edukaks tu</w:t>
      </w:r>
      <w:r w:rsidR="001C3CA4">
        <w:rPr>
          <w:sz w:val="20"/>
        </w:rPr>
        <w:t>nnistamise protokolli nr 3-3.4/</w:t>
      </w:r>
      <w:r w:rsidR="00F72092">
        <w:rPr>
          <w:sz w:val="20"/>
        </w:rPr>
        <w:t>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F72092">
        <w:rPr>
          <w:bCs/>
          <w:sz w:val="20"/>
        </w:rPr>
        <w:t>mai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F15DD2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DD36CA">
        <w:rPr>
          <w:bCs/>
          <w:sz w:val="20"/>
        </w:rPr>
        <w:t>juuni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F15DD2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3"/>
        <w:gridCol w:w="1617"/>
        <w:gridCol w:w="2293"/>
        <w:gridCol w:w="2105"/>
        <w:gridCol w:w="1943"/>
      </w:tblGrid>
      <w:tr w:rsidR="00F72092" w:rsidRPr="00330C91" w14:paraId="08D0083B" w14:textId="77777777" w:rsidTr="00F72092">
        <w:trPr>
          <w:trHeight w:val="255"/>
        </w:trPr>
        <w:tc>
          <w:tcPr>
            <w:tcW w:w="985" w:type="pct"/>
            <w:noWrap/>
          </w:tcPr>
          <w:p w14:paraId="0459BE4D" w14:textId="77777777" w:rsidR="00F72092" w:rsidRPr="00330C91" w:rsidRDefault="00F72092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16" w:type="pct"/>
            <w:noWrap/>
          </w:tcPr>
          <w:p w14:paraId="01E635BE" w14:textId="77777777" w:rsidR="00F72092" w:rsidRPr="00330C91" w:rsidRDefault="00F72092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57" w:type="pct"/>
          </w:tcPr>
          <w:p w14:paraId="77A85C1D" w14:textId="77777777" w:rsidR="00F72092" w:rsidRPr="00330C91" w:rsidRDefault="00F72092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1062" w:type="pct"/>
          </w:tcPr>
          <w:p w14:paraId="5915A51B" w14:textId="417886EF" w:rsidR="00F72092" w:rsidRDefault="00F72092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Mai-juuni</w:t>
            </w:r>
          </w:p>
        </w:tc>
        <w:tc>
          <w:tcPr>
            <w:tcW w:w="981" w:type="pct"/>
            <w:noWrap/>
          </w:tcPr>
          <w:p w14:paraId="649A26D1" w14:textId="77777777" w:rsidR="00F72092" w:rsidRPr="00330C91" w:rsidRDefault="00F72092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F72092" w:rsidRPr="00330C91" w14:paraId="408A8A46" w14:textId="77777777" w:rsidTr="00F72092">
        <w:trPr>
          <w:trHeight w:val="255"/>
        </w:trPr>
        <w:tc>
          <w:tcPr>
            <w:tcW w:w="985" w:type="pct"/>
            <w:noWrap/>
          </w:tcPr>
          <w:p w14:paraId="2FD86CEB" w14:textId="56490694" w:rsidR="00F72092" w:rsidRPr="00CF7870" w:rsidRDefault="00F72092" w:rsidP="00CF7870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Männipalk</w:t>
            </w:r>
          </w:p>
        </w:tc>
        <w:tc>
          <w:tcPr>
            <w:tcW w:w="816" w:type="pct"/>
            <w:noWrap/>
          </w:tcPr>
          <w:p w14:paraId="1CD730AA" w14:textId="77777777" w:rsidR="00F72092" w:rsidRPr="00CF7870" w:rsidRDefault="00F72092" w:rsidP="00CF7870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Aegviidu</w:t>
            </w:r>
          </w:p>
        </w:tc>
        <w:tc>
          <w:tcPr>
            <w:tcW w:w="1157" w:type="pct"/>
            <w:vAlign w:val="center"/>
          </w:tcPr>
          <w:p w14:paraId="0672B391" w14:textId="77777777" w:rsidR="00F72092" w:rsidRPr="00330C91" w:rsidRDefault="00F72092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1062" w:type="pct"/>
          </w:tcPr>
          <w:p w14:paraId="7C8913C8" w14:textId="4A0C703B" w:rsidR="00F72092" w:rsidRDefault="00F72092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787</w:t>
            </w:r>
          </w:p>
        </w:tc>
        <w:tc>
          <w:tcPr>
            <w:tcW w:w="981" w:type="pct"/>
            <w:noWrap/>
            <w:vAlign w:val="center"/>
          </w:tcPr>
          <w:p w14:paraId="5DA29066" w14:textId="72BBEF17" w:rsidR="00F72092" w:rsidRPr="00330C91" w:rsidRDefault="00F72092" w:rsidP="00CF787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787</w:t>
            </w:r>
          </w:p>
        </w:tc>
      </w:tr>
      <w:tr w:rsidR="00F72092" w:rsidRPr="00330C91" w14:paraId="5C8B1BB8" w14:textId="77777777" w:rsidTr="00F72092">
        <w:trPr>
          <w:trHeight w:val="255"/>
        </w:trPr>
        <w:tc>
          <w:tcPr>
            <w:tcW w:w="985" w:type="pct"/>
            <w:noWrap/>
          </w:tcPr>
          <w:p w14:paraId="6C85139F" w14:textId="35B6FDF7" w:rsidR="00F72092" w:rsidRDefault="00F72092" w:rsidP="00CF7870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16" w:type="pct"/>
            <w:noWrap/>
          </w:tcPr>
          <w:p w14:paraId="484E99B2" w14:textId="49380560" w:rsidR="00F72092" w:rsidRDefault="00F72092" w:rsidP="00CF7870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Aegviidu</w:t>
            </w:r>
          </w:p>
        </w:tc>
        <w:tc>
          <w:tcPr>
            <w:tcW w:w="1157" w:type="pct"/>
            <w:vAlign w:val="center"/>
          </w:tcPr>
          <w:p w14:paraId="0A6B20E7" w14:textId="3ECA0171" w:rsidR="00F72092" w:rsidRDefault="00F72092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1062" w:type="pct"/>
          </w:tcPr>
          <w:p w14:paraId="7FC8691E" w14:textId="1D7CFD44" w:rsidR="00F72092" w:rsidRDefault="00F72092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786</w:t>
            </w:r>
          </w:p>
        </w:tc>
        <w:tc>
          <w:tcPr>
            <w:tcW w:w="981" w:type="pct"/>
            <w:noWrap/>
            <w:vAlign w:val="center"/>
          </w:tcPr>
          <w:p w14:paraId="25482A4A" w14:textId="55F1D20D" w:rsidR="00F72092" w:rsidRDefault="00F72092" w:rsidP="00CF787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786</w:t>
            </w:r>
          </w:p>
        </w:tc>
      </w:tr>
    </w:tbl>
    <w:p w14:paraId="1DE76484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5107E190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36652156" w14:textId="77777777" w:rsidR="005253F3" w:rsidRPr="00330C91" w:rsidRDefault="00C82DA0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2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3B2526">
        <w:rPr>
          <w:spacing w:val="0"/>
          <w:position w:val="0"/>
          <w:sz w:val="20"/>
          <w:lang w:eastAsia="et-EE"/>
        </w:rPr>
        <w:t>est Tarneperioodi jooksul kuni 1</w:t>
      </w:r>
      <w:r w:rsidR="008C44DC">
        <w:rPr>
          <w:spacing w:val="0"/>
          <w:position w:val="0"/>
          <w:sz w:val="20"/>
          <w:lang w:eastAsia="et-EE"/>
        </w:rPr>
        <w:t xml:space="preserve">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60BCB9C8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433009D1" w14:textId="77777777" w:rsidR="005253F3" w:rsidRPr="00330C91" w:rsidRDefault="00C82DA0" w:rsidP="00EB57EF">
      <w:pPr>
        <w:rPr>
          <w:b/>
          <w:sz w:val="20"/>
        </w:rPr>
      </w:pPr>
      <w:r>
        <w:rPr>
          <w:b/>
          <w:sz w:val="20"/>
        </w:rPr>
        <w:t>3</w:t>
      </w:r>
      <w:r w:rsidR="005253F3" w:rsidRPr="00330C91">
        <w:rPr>
          <w:b/>
          <w:sz w:val="20"/>
        </w:rPr>
        <w:t xml:space="preserve">. Poolte allkirjad  </w:t>
      </w:r>
    </w:p>
    <w:p w14:paraId="24F580CD" w14:textId="77777777" w:rsidR="005253F3" w:rsidRPr="00330C91" w:rsidRDefault="005253F3" w:rsidP="00EB57EF">
      <w:pPr>
        <w:rPr>
          <w:b/>
          <w:sz w:val="20"/>
        </w:rPr>
      </w:pPr>
    </w:p>
    <w:p w14:paraId="795B0532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3E34F5E" w14:textId="77777777" w:rsidR="005253F3" w:rsidRPr="00330C91" w:rsidRDefault="005253F3" w:rsidP="00EB57EF">
      <w:pPr>
        <w:rPr>
          <w:b/>
          <w:sz w:val="20"/>
        </w:rPr>
      </w:pPr>
    </w:p>
    <w:p w14:paraId="32689AE5" w14:textId="77777777" w:rsidR="005253F3" w:rsidRPr="00330C91" w:rsidRDefault="005253F3" w:rsidP="00EB57EF">
      <w:pPr>
        <w:rPr>
          <w:i/>
          <w:sz w:val="20"/>
        </w:rPr>
      </w:pPr>
    </w:p>
    <w:p w14:paraId="720B238C" w14:textId="77777777" w:rsidR="007207F8" w:rsidRPr="00330C91" w:rsidRDefault="007207F8" w:rsidP="007207F8">
      <w:pPr>
        <w:rPr>
          <w:sz w:val="20"/>
        </w:rPr>
      </w:pPr>
    </w:p>
    <w:p w14:paraId="305FA254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5FE33CB7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2B9D2E45" w14:textId="77777777" w:rsidR="005253F3" w:rsidRPr="00330C91" w:rsidRDefault="005253F3" w:rsidP="00D83439">
      <w:pPr>
        <w:rPr>
          <w:b/>
          <w:sz w:val="20"/>
        </w:rPr>
      </w:pPr>
    </w:p>
    <w:p w14:paraId="4804D539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64192A02" w14:textId="77777777" w:rsidR="00D61886" w:rsidRDefault="00D61886" w:rsidP="00D6188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Aegviidu Puit</w:t>
      </w:r>
      <w:r w:rsidRPr="00645462">
        <w:rPr>
          <w:spacing w:val="0"/>
          <w:position w:val="0"/>
          <w:sz w:val="20"/>
        </w:rPr>
        <w:t xml:space="preserve"> </w:t>
      </w:r>
      <w:r>
        <w:rPr>
          <w:spacing w:val="0"/>
          <w:position w:val="0"/>
          <w:sz w:val="20"/>
        </w:rPr>
        <w:t>AS</w:t>
      </w:r>
    </w:p>
    <w:p w14:paraId="346D8497" w14:textId="77777777" w:rsidR="00D61886" w:rsidRPr="00330C91" w:rsidRDefault="00D61886" w:rsidP="00D61886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v</w:t>
      </w:r>
      <w:r w:rsidRPr="00330C91">
        <w:rPr>
          <w:spacing w:val="0"/>
          <w:position w:val="0"/>
          <w:sz w:val="20"/>
        </w:rPr>
        <w:t>ahelise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metsamaterjali müügilepingu</w:t>
      </w:r>
    </w:p>
    <w:p w14:paraId="688463FA" w14:textId="77777777" w:rsidR="00D61886" w:rsidRPr="00330C91" w:rsidRDefault="00D61886" w:rsidP="00D6188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2025/132</w:t>
      </w:r>
      <w:r w:rsidRPr="00330C91">
        <w:rPr>
          <w:spacing w:val="0"/>
          <w:position w:val="0"/>
          <w:sz w:val="20"/>
        </w:rPr>
        <w:t xml:space="preserve"> juurde</w:t>
      </w:r>
    </w:p>
    <w:p w14:paraId="59F87EE4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2D28D5C2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129D40A8" w14:textId="77777777" w:rsidR="005253F3" w:rsidRPr="00330C91" w:rsidRDefault="005253F3" w:rsidP="00244AC9">
      <w:pPr>
        <w:rPr>
          <w:sz w:val="20"/>
        </w:rPr>
      </w:pPr>
    </w:p>
    <w:p w14:paraId="35C623F4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0D5E26F4" w14:textId="77777777" w:rsidR="005253F3" w:rsidRPr="00330C91" w:rsidRDefault="005253F3" w:rsidP="00B30713">
      <w:pPr>
        <w:rPr>
          <w:sz w:val="18"/>
          <w:szCs w:val="18"/>
        </w:rPr>
      </w:pPr>
    </w:p>
    <w:p w14:paraId="700913E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274DD778" w14:textId="77777777" w:rsidR="005253F3" w:rsidRPr="00330C91" w:rsidRDefault="005253F3" w:rsidP="005655A4">
      <w:pPr>
        <w:rPr>
          <w:b/>
          <w:sz w:val="18"/>
        </w:rPr>
      </w:pPr>
    </w:p>
    <w:p w14:paraId="704FD9F4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42694ACB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5C672FFA" w14:textId="77777777" w:rsidR="005253F3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9928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985"/>
        <w:gridCol w:w="2835"/>
        <w:gridCol w:w="3260"/>
      </w:tblGrid>
      <w:tr w:rsidR="001D298A" w:rsidRPr="001D298A" w14:paraId="42E57249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68AD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Sortiment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B367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Läbimõõt kooreta: ladvast (cm)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4850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Pikkus (dm)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135B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 xml:space="preserve">Kvaliteet </w:t>
            </w:r>
          </w:p>
        </w:tc>
      </w:tr>
      <w:tr w:rsidR="001D298A" w:rsidRPr="001D298A" w14:paraId="4865D0CF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2765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Kuusepalk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577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2820618" w14:textId="77777777" w:rsidR="001D298A" w:rsidRPr="001D298A" w:rsidRDefault="005C344E" w:rsidP="001D298A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33</w:t>
            </w:r>
            <w:r w:rsidR="001D298A" w:rsidRPr="001D298A">
              <w:rPr>
                <w:bCs/>
                <w:sz w:val="20"/>
              </w:rPr>
              <w:t>-60 (+ ülemõõt minimaalselt 7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130CE45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  <w:tr w:rsidR="001D298A" w:rsidRPr="001D298A" w14:paraId="32C5F65C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6155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Männipalk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A770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B4637F3" w14:textId="77777777" w:rsidR="001D298A" w:rsidRPr="001D298A" w:rsidRDefault="001D298A" w:rsidP="005C344E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3</w:t>
            </w:r>
            <w:r w:rsidR="005C344E">
              <w:rPr>
                <w:bCs/>
                <w:sz w:val="20"/>
              </w:rPr>
              <w:t>3</w:t>
            </w:r>
            <w:r w:rsidRPr="001D298A">
              <w:rPr>
                <w:bCs/>
                <w:sz w:val="20"/>
              </w:rPr>
              <w:t>-60 (+ ülemõõt minimaalselt 7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FDD2AF7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</w:tbl>
    <w:p w14:paraId="6F88FCD6" w14:textId="77777777" w:rsidR="001D298A" w:rsidRPr="00330C91" w:rsidRDefault="001D298A" w:rsidP="00AD3838">
      <w:pPr>
        <w:rPr>
          <w:bCs/>
          <w:sz w:val="20"/>
        </w:rPr>
      </w:pPr>
    </w:p>
    <w:p w14:paraId="7558A0A4" w14:textId="77777777" w:rsidR="005253F3" w:rsidRPr="00330C91" w:rsidRDefault="005253F3" w:rsidP="005655A4">
      <w:pPr>
        <w:rPr>
          <w:b/>
          <w:bCs/>
          <w:sz w:val="20"/>
        </w:rPr>
      </w:pPr>
    </w:p>
    <w:p w14:paraId="64179A01" w14:textId="7777777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787BFDE3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47C7F263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5CAAA2CB" w14:textId="77777777" w:rsidR="005253F3" w:rsidRPr="00330C91" w:rsidRDefault="005253F3" w:rsidP="00EB57EF">
      <w:pPr>
        <w:rPr>
          <w:b/>
          <w:sz w:val="20"/>
        </w:rPr>
      </w:pPr>
    </w:p>
    <w:p w14:paraId="193435FE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3080880" w14:textId="77777777" w:rsidR="005253F3" w:rsidRPr="00330C91" w:rsidRDefault="005253F3" w:rsidP="00EB57EF">
      <w:pPr>
        <w:rPr>
          <w:sz w:val="20"/>
        </w:rPr>
      </w:pPr>
    </w:p>
    <w:p w14:paraId="663AC4F4" w14:textId="77777777" w:rsidR="005253F3" w:rsidRPr="00330C91" w:rsidRDefault="005253F3" w:rsidP="00EB57EF">
      <w:pPr>
        <w:rPr>
          <w:i/>
          <w:sz w:val="20"/>
        </w:rPr>
      </w:pPr>
    </w:p>
    <w:p w14:paraId="77A2B628" w14:textId="77777777" w:rsidR="007207F8" w:rsidRPr="00330C91" w:rsidRDefault="007207F8" w:rsidP="007207F8">
      <w:pPr>
        <w:rPr>
          <w:sz w:val="20"/>
        </w:rPr>
      </w:pPr>
    </w:p>
    <w:p w14:paraId="3833147E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1AA5F846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6C324861" w14:textId="77777777" w:rsidR="005253F3" w:rsidRPr="00330C91" w:rsidRDefault="005253F3" w:rsidP="00B30713">
      <w:pPr>
        <w:rPr>
          <w:b/>
          <w:sz w:val="20"/>
        </w:rPr>
      </w:pPr>
    </w:p>
    <w:p w14:paraId="600F9EDB" w14:textId="77777777" w:rsidR="005253F3" w:rsidRPr="00330C91" w:rsidRDefault="005253F3" w:rsidP="00B30713">
      <w:pPr>
        <w:rPr>
          <w:b/>
          <w:sz w:val="20"/>
        </w:rPr>
      </w:pPr>
    </w:p>
    <w:p w14:paraId="524E2DD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39FC66D5" w14:textId="77777777" w:rsidR="00D61886" w:rsidRDefault="00D61886" w:rsidP="00D6188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Aegviidu Puit</w:t>
      </w:r>
      <w:r w:rsidRPr="00645462">
        <w:rPr>
          <w:spacing w:val="0"/>
          <w:position w:val="0"/>
          <w:sz w:val="20"/>
        </w:rPr>
        <w:t xml:space="preserve"> </w:t>
      </w:r>
      <w:r>
        <w:rPr>
          <w:spacing w:val="0"/>
          <w:position w:val="0"/>
          <w:sz w:val="20"/>
        </w:rPr>
        <w:t>AS</w:t>
      </w:r>
    </w:p>
    <w:p w14:paraId="2301BA45" w14:textId="77777777" w:rsidR="00D61886" w:rsidRPr="00330C91" w:rsidRDefault="00D61886" w:rsidP="00D61886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v</w:t>
      </w:r>
      <w:r w:rsidRPr="00330C91">
        <w:rPr>
          <w:spacing w:val="0"/>
          <w:position w:val="0"/>
          <w:sz w:val="20"/>
        </w:rPr>
        <w:t>ahelise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metsamaterjali müügilepingu</w:t>
      </w:r>
    </w:p>
    <w:p w14:paraId="1453A816" w14:textId="77777777" w:rsidR="00D61886" w:rsidRPr="00330C91" w:rsidRDefault="00D61886" w:rsidP="00D6188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2025/132</w:t>
      </w:r>
      <w:r w:rsidRPr="00330C91">
        <w:rPr>
          <w:spacing w:val="0"/>
          <w:position w:val="0"/>
          <w:sz w:val="20"/>
        </w:rPr>
        <w:t xml:space="preserve"> juurde</w:t>
      </w:r>
    </w:p>
    <w:p w14:paraId="01903D32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158848F6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2863B5C6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144138F3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25326D1A" w14:textId="77777777" w:rsidR="005253F3" w:rsidRPr="00330C91" w:rsidRDefault="005253F3" w:rsidP="00B30713">
      <w:pPr>
        <w:rPr>
          <w:sz w:val="18"/>
          <w:szCs w:val="18"/>
        </w:rPr>
      </w:pPr>
    </w:p>
    <w:p w14:paraId="1A903DBA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2A9CB80A" w14:textId="77777777" w:rsidR="005253F3" w:rsidRPr="00330C91" w:rsidRDefault="005253F3" w:rsidP="005655A4">
      <w:pPr>
        <w:rPr>
          <w:b/>
          <w:sz w:val="18"/>
        </w:rPr>
      </w:pPr>
    </w:p>
    <w:p w14:paraId="594D20F3" w14:textId="77777777" w:rsidR="005253F3" w:rsidRDefault="005253F3" w:rsidP="00555EC5">
      <w:pPr>
        <w:pStyle w:val="Loendilik"/>
        <w:numPr>
          <w:ilvl w:val="0"/>
          <w:numId w:val="13"/>
        </w:numPr>
        <w:rPr>
          <w:bCs/>
          <w:sz w:val="20"/>
        </w:rPr>
      </w:pPr>
      <w:r w:rsidRPr="00555EC5">
        <w:rPr>
          <w:bCs/>
          <w:sz w:val="20"/>
        </w:rPr>
        <w:t>Müüja müüb ja Ostja ostab Metsamaterjali, mille hind Ostja laos on sätestatud alljärgnevalt:</w:t>
      </w:r>
    </w:p>
    <w:p w14:paraId="7EF5ED24" w14:textId="77777777" w:rsidR="001D298A" w:rsidRDefault="001D298A" w:rsidP="001D298A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0E2444" w:rsidRPr="001A6691" w14:paraId="11D8E048" w14:textId="77777777" w:rsidTr="00002123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9784F3" w14:textId="77777777" w:rsidR="000E2444" w:rsidRPr="009477EA" w:rsidRDefault="000E2444" w:rsidP="00002123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9477EA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D43652" w14:textId="77777777" w:rsidR="000E2444" w:rsidRPr="009477EA" w:rsidRDefault="000E2444" w:rsidP="00002123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477EA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34ABAC" w14:textId="77777777" w:rsidR="000E2444" w:rsidRPr="009477EA" w:rsidRDefault="000E2444" w:rsidP="00002123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477EA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AAD50D" w14:textId="77777777" w:rsidR="000E2444" w:rsidRPr="009477EA" w:rsidRDefault="000E2444" w:rsidP="00002123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477EA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3F65" w14:textId="77777777" w:rsidR="000E2444" w:rsidRPr="009477EA" w:rsidRDefault="000E2444" w:rsidP="00002123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477EA">
              <w:rPr>
                <w:b/>
                <w:bCs/>
                <w:sz w:val="20"/>
              </w:rPr>
              <w:t>Hind  (€/m³)</w:t>
            </w:r>
          </w:p>
        </w:tc>
      </w:tr>
      <w:tr w:rsidR="00FE42E7" w:rsidRPr="001A6691" w14:paraId="4E483E70" w14:textId="77777777" w:rsidTr="00002123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08A0" w14:textId="56958D48" w:rsidR="00FE42E7" w:rsidRPr="00E440B8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bCs/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B7B2" w14:textId="68510860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B02C6" w14:textId="629DD2B3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 xml:space="preserve">8,0-9,9  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66157" w14:textId="1FDF024F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10060" w14:textId="640E3687" w:rsidR="00FE42E7" w:rsidRDefault="00E131D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68,00</w:t>
            </w:r>
          </w:p>
        </w:tc>
      </w:tr>
      <w:tr w:rsidR="00FE42E7" w:rsidRPr="001A6691" w14:paraId="7025E9AB" w14:textId="77777777" w:rsidTr="00EB51B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0272E" w14:textId="2C825E41" w:rsidR="00FE42E7" w:rsidRPr="00E440B8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BD70A" w14:textId="07BB36DA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597D7" w14:textId="5BA91117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10,0-12,9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EDA96" w14:textId="49686525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49146" w14:textId="7BA30305" w:rsidR="00FE42E7" w:rsidRDefault="003454B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83,00</w:t>
            </w:r>
          </w:p>
        </w:tc>
      </w:tr>
      <w:tr w:rsidR="00FE42E7" w:rsidRPr="001A6691" w14:paraId="130133BA" w14:textId="77777777" w:rsidTr="00EB51B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22AA5" w14:textId="2066A10F" w:rsidR="00FE42E7" w:rsidRPr="00E440B8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B00F1" w14:textId="3433F2DB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FE0E9" w14:textId="0001870F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13,0-17,9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42FCC" w14:textId="44FD0B1E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A8732" w14:textId="2332B147" w:rsidR="00FE42E7" w:rsidRDefault="003454B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83,00</w:t>
            </w:r>
          </w:p>
        </w:tc>
      </w:tr>
      <w:tr w:rsidR="00FE42E7" w:rsidRPr="001A6691" w14:paraId="02C5E1E3" w14:textId="77777777" w:rsidTr="00EB51B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2A20A4" w14:textId="1C3D6DD4" w:rsidR="00FE42E7" w:rsidRPr="00E440B8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304A6" w14:textId="47F89519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642AC" w14:textId="0BE5EB4A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18</w:t>
            </w:r>
            <w:r>
              <w:rPr>
                <w:bCs/>
                <w:sz w:val="20"/>
              </w:rPr>
              <w:t>-</w:t>
            </w:r>
            <w:r w:rsidR="00282D78">
              <w:rPr>
                <w:bCs/>
                <w:sz w:val="20"/>
              </w:rPr>
              <w:t>24</w:t>
            </w:r>
            <w:r>
              <w:rPr>
                <w:bCs/>
                <w:sz w:val="20"/>
              </w:rPr>
              <w:t>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8AFAD" w14:textId="3AA04D19" w:rsidR="00FE42E7" w:rsidRPr="009477EA" w:rsidRDefault="00FE42E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86EF8" w14:textId="2440AFED" w:rsidR="00FE42E7" w:rsidRDefault="003454B7" w:rsidP="00FE42E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83,00</w:t>
            </w:r>
          </w:p>
        </w:tc>
      </w:tr>
      <w:tr w:rsidR="00282D78" w:rsidRPr="001A6691" w14:paraId="3C38F1AE" w14:textId="77777777" w:rsidTr="00EB51B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77E83" w14:textId="5ED47398" w:rsidR="00282D78" w:rsidRPr="00E440B8" w:rsidRDefault="00282D78" w:rsidP="00282D78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E440B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D2A2B" w14:textId="17636CB5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779CB" w14:textId="0C8E01B8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</w:t>
            </w:r>
            <w:r w:rsidR="003454B7">
              <w:rPr>
                <w:bCs/>
                <w:sz w:val="20"/>
              </w:rPr>
              <w:t>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82B7D" w14:textId="39F2F8DF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692839" w14:textId="3DE3D1B4" w:rsidR="00282D78" w:rsidRDefault="007E0EF5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91,00</w:t>
            </w:r>
          </w:p>
        </w:tc>
      </w:tr>
      <w:tr w:rsidR="008A7177" w:rsidRPr="001A6691" w14:paraId="5EE89137" w14:textId="77777777" w:rsidTr="005E6D4B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9B859" w14:textId="70D2D204" w:rsidR="008A7177" w:rsidRPr="00E440B8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1F5D1" w14:textId="1A4E8066" w:rsidR="008A7177" w:rsidRPr="009477EA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01158" w14:textId="1B3FACF4" w:rsidR="008A7177" w:rsidRPr="009477EA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8,0-12,9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761C35" w14:textId="3A743CCB" w:rsidR="008A7177" w:rsidRPr="009477EA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2502C9" w14:textId="7E0D4879" w:rsidR="008A7177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40</w:t>
            </w:r>
            <w:r w:rsidR="007E0EF5">
              <w:rPr>
                <w:bCs/>
                <w:sz w:val="20"/>
              </w:rPr>
              <w:t>,00</w:t>
            </w:r>
          </w:p>
        </w:tc>
      </w:tr>
      <w:tr w:rsidR="008A7177" w:rsidRPr="001A6691" w14:paraId="4D0F8424" w14:textId="77777777" w:rsidTr="005E6D4B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7CDAA" w14:textId="62CFCDA0" w:rsidR="008A7177" w:rsidRPr="00E440B8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9AEB2" w14:textId="50A095C8" w:rsidR="008A7177" w:rsidRPr="009477EA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FEEDA" w14:textId="74DAC9DB" w:rsidR="008A7177" w:rsidRPr="009477EA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13-17,9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AB1BB5" w14:textId="184D1D80" w:rsidR="008A7177" w:rsidRPr="009477EA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52A1A2" w14:textId="77F8A924" w:rsidR="008A7177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50</w:t>
            </w:r>
            <w:r w:rsidR="007E0EF5">
              <w:rPr>
                <w:bCs/>
                <w:sz w:val="20"/>
              </w:rPr>
              <w:t>,00</w:t>
            </w:r>
          </w:p>
        </w:tc>
      </w:tr>
      <w:tr w:rsidR="008A7177" w:rsidRPr="001A6691" w14:paraId="68D0099A" w14:textId="77777777" w:rsidTr="005E6D4B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4D2D12" w14:textId="59105BCC" w:rsidR="008A7177" w:rsidRPr="00E440B8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6FD22" w14:textId="3B9EF37F" w:rsidR="008A7177" w:rsidRPr="009477EA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9C2E9" w14:textId="087EBFC3" w:rsidR="008A7177" w:rsidRPr="009477EA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18+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E76260" w14:textId="61718499" w:rsidR="008A7177" w:rsidRPr="009477EA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5CEEC" w14:textId="32EB5BA0" w:rsidR="008A7177" w:rsidRDefault="008A7177" w:rsidP="008A7177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5</w:t>
            </w:r>
            <w:r>
              <w:rPr>
                <w:bCs/>
                <w:sz w:val="20"/>
              </w:rPr>
              <w:t>0</w:t>
            </w:r>
            <w:r w:rsidR="007E0EF5">
              <w:rPr>
                <w:bCs/>
                <w:sz w:val="20"/>
              </w:rPr>
              <w:t>,00</w:t>
            </w:r>
          </w:p>
        </w:tc>
      </w:tr>
      <w:tr w:rsidR="00282D78" w:rsidRPr="001A6691" w14:paraId="7016DE12" w14:textId="77777777" w:rsidTr="00002123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0F4C9" w14:textId="0B42984D" w:rsidR="00282D78" w:rsidRPr="00E440B8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bCs/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B9990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EFB48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 xml:space="preserve">8,0-9,9  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9AEE6C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B962F9" w14:textId="6967639F" w:rsidR="00282D78" w:rsidRPr="009477EA" w:rsidRDefault="00E131D7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68,00</w:t>
            </w:r>
          </w:p>
        </w:tc>
      </w:tr>
      <w:tr w:rsidR="00282D78" w:rsidRPr="001A6691" w14:paraId="5BEF4313" w14:textId="77777777" w:rsidTr="00577782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523CDE" w14:textId="4E76A656" w:rsidR="00282D78" w:rsidRPr="00E440B8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bCs/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5F2E1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3809A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10,0-12,9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945C5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968EC0" w14:textId="70DB1C1A" w:rsidR="00282D78" w:rsidRPr="009477EA" w:rsidRDefault="003454B7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81,00</w:t>
            </w:r>
          </w:p>
        </w:tc>
      </w:tr>
      <w:tr w:rsidR="00282D78" w:rsidRPr="001A6691" w14:paraId="37C40FCB" w14:textId="77777777" w:rsidTr="00577782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ED1C41" w14:textId="553BFEA2" w:rsidR="00282D78" w:rsidRPr="00E440B8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bCs/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18FC1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4A40D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13,0-17,9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63E65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B480F5" w14:textId="6072F4BC" w:rsidR="00282D78" w:rsidRPr="009477EA" w:rsidRDefault="003454B7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81,00</w:t>
            </w:r>
          </w:p>
        </w:tc>
      </w:tr>
      <w:tr w:rsidR="00282D78" w:rsidRPr="001A6691" w14:paraId="140FBB33" w14:textId="77777777" w:rsidTr="00577782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9EC1F3" w14:textId="34EA301E" w:rsidR="00282D78" w:rsidRPr="00E440B8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bCs/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37400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5ED0D" w14:textId="00029FA3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18</w:t>
            </w:r>
            <w:r>
              <w:rPr>
                <w:bCs/>
                <w:sz w:val="20"/>
              </w:rPr>
              <w:t>-24,9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40FBE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BCEE53" w14:textId="2D175122" w:rsidR="00282D78" w:rsidRPr="009477EA" w:rsidRDefault="003454B7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81,00</w:t>
            </w:r>
          </w:p>
        </w:tc>
      </w:tr>
      <w:tr w:rsidR="00282D78" w:rsidRPr="001A6691" w14:paraId="1B825476" w14:textId="77777777" w:rsidTr="00577782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17B8FB" w14:textId="716C57E5" w:rsidR="00282D78" w:rsidRPr="00E440B8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bCs/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05984" w14:textId="6474DFE1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6D8D2" w14:textId="75C3EE3B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</w:t>
            </w:r>
            <w:r w:rsidR="00730EC7">
              <w:rPr>
                <w:bCs/>
                <w:sz w:val="20"/>
              </w:rPr>
              <w:t>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8CF26" w14:textId="72D619D0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7FBD00" w14:textId="29005E67" w:rsidR="00282D78" w:rsidRDefault="007E0EF5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</w:t>
            </w:r>
            <w:r w:rsidR="00C5174D">
              <w:rPr>
                <w:bCs/>
                <w:sz w:val="20"/>
              </w:rPr>
              <w:t>0</w:t>
            </w:r>
            <w:r>
              <w:rPr>
                <w:bCs/>
                <w:sz w:val="20"/>
              </w:rPr>
              <w:t>,00</w:t>
            </w:r>
          </w:p>
        </w:tc>
      </w:tr>
      <w:tr w:rsidR="00282D78" w:rsidRPr="001A6691" w14:paraId="4F211E50" w14:textId="77777777" w:rsidTr="00577782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8D4D39" w14:textId="43E45732" w:rsidR="00282D78" w:rsidRPr="00E440B8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bCs/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8584D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05E95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8,0-12,9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F96772" w14:textId="77777777" w:rsidR="00282D78" w:rsidRPr="009477EA" w:rsidRDefault="00282D78" w:rsidP="00282D78">
            <w:pPr>
              <w:jc w:val="center"/>
              <w:rPr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028124" w14:textId="6EE43C7A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40</w:t>
            </w:r>
            <w:r w:rsidR="007E0EF5">
              <w:rPr>
                <w:bCs/>
                <w:sz w:val="20"/>
              </w:rPr>
              <w:t>,00</w:t>
            </w:r>
          </w:p>
        </w:tc>
      </w:tr>
      <w:tr w:rsidR="00282D78" w:rsidRPr="001A6691" w14:paraId="746CB722" w14:textId="77777777" w:rsidTr="00577782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D3E8" w14:textId="42157E42" w:rsidR="00282D78" w:rsidRPr="00E440B8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bCs/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233E4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D65AE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13-17,9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92925C" w14:textId="77777777" w:rsidR="00282D78" w:rsidRPr="009477EA" w:rsidRDefault="00282D78" w:rsidP="00282D78">
            <w:pPr>
              <w:jc w:val="center"/>
              <w:rPr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5BE92" w14:textId="18523E7B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50</w:t>
            </w:r>
            <w:r w:rsidR="007E0EF5">
              <w:rPr>
                <w:bCs/>
                <w:sz w:val="20"/>
              </w:rPr>
              <w:t>,00</w:t>
            </w:r>
          </w:p>
        </w:tc>
      </w:tr>
      <w:tr w:rsidR="00282D78" w:rsidRPr="001A6691" w14:paraId="6786FA02" w14:textId="77777777" w:rsidTr="00577782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BA9A3A" w14:textId="175CA3D7" w:rsidR="00282D78" w:rsidRPr="00E440B8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E440B8">
              <w:rPr>
                <w:bCs/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B54BF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F0DA2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18+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AAEF6C" w14:textId="77777777" w:rsidR="00282D78" w:rsidRPr="009477EA" w:rsidRDefault="00282D78" w:rsidP="00282D78">
            <w:pPr>
              <w:jc w:val="center"/>
              <w:rPr>
                <w:sz w:val="20"/>
              </w:rPr>
            </w:pPr>
            <w:r w:rsidRPr="009477EA">
              <w:rPr>
                <w:bCs/>
                <w:sz w:val="20"/>
              </w:rPr>
              <w:t>33-60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FC78A" w14:textId="666DD0C0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5</w:t>
            </w:r>
            <w:r w:rsidR="008A7177">
              <w:rPr>
                <w:bCs/>
                <w:sz w:val="20"/>
              </w:rPr>
              <w:t>0</w:t>
            </w:r>
            <w:r w:rsidR="007E0EF5">
              <w:rPr>
                <w:bCs/>
                <w:sz w:val="20"/>
              </w:rPr>
              <w:t>,00</w:t>
            </w:r>
          </w:p>
        </w:tc>
      </w:tr>
      <w:tr w:rsidR="00282D78" w:rsidRPr="001A6691" w14:paraId="58000308" w14:textId="77777777" w:rsidTr="00002123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208C0" w14:textId="46184F3C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Kuuse-</w:t>
            </w:r>
            <w:r w:rsidR="00730EC7">
              <w:rPr>
                <w:bCs/>
                <w:sz w:val="20"/>
              </w:rPr>
              <w:t xml:space="preserve"> </w:t>
            </w:r>
            <w:r w:rsidRPr="009477EA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68869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C1C1A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F0A3C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784BC8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35</w:t>
            </w:r>
          </w:p>
        </w:tc>
      </w:tr>
      <w:tr w:rsidR="00282D78" w:rsidRPr="001A6691" w14:paraId="5267CF94" w14:textId="77777777" w:rsidTr="00002123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13FC6" w14:textId="2DA4937B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Kuuse-</w:t>
            </w:r>
            <w:r w:rsidR="00730EC7">
              <w:rPr>
                <w:bCs/>
                <w:sz w:val="20"/>
              </w:rPr>
              <w:t xml:space="preserve"> </w:t>
            </w:r>
            <w:r w:rsidRPr="009477EA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837B0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Praak Metall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D53F1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A522A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EFAC8" w14:textId="77777777" w:rsidR="00282D78" w:rsidRPr="009477EA" w:rsidRDefault="00282D78" w:rsidP="00282D7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477EA">
              <w:rPr>
                <w:bCs/>
                <w:sz w:val="20"/>
              </w:rPr>
              <w:t>25</w:t>
            </w:r>
          </w:p>
        </w:tc>
      </w:tr>
    </w:tbl>
    <w:p w14:paraId="73934398" w14:textId="77777777" w:rsidR="000E2444" w:rsidRDefault="000E2444" w:rsidP="001D298A">
      <w:pPr>
        <w:rPr>
          <w:bCs/>
          <w:sz w:val="20"/>
        </w:rPr>
      </w:pPr>
    </w:p>
    <w:p w14:paraId="73950E75" w14:textId="77777777" w:rsidR="000E2444" w:rsidRDefault="000E2444" w:rsidP="001D298A">
      <w:pPr>
        <w:rPr>
          <w:bCs/>
          <w:sz w:val="20"/>
        </w:rPr>
      </w:pPr>
    </w:p>
    <w:p w14:paraId="3858A29A" w14:textId="77777777" w:rsidR="00DB1367" w:rsidRDefault="00DB1367" w:rsidP="001D298A">
      <w:pPr>
        <w:rPr>
          <w:bCs/>
          <w:sz w:val="20"/>
        </w:rPr>
      </w:pPr>
    </w:p>
    <w:p w14:paraId="3B62D0C7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58F02C2C" w14:textId="74FE1A41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10DB7193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4DA0C2DB" w14:textId="737A7631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A225C9">
        <w:rPr>
          <w:bCs/>
          <w:sz w:val="20"/>
        </w:rPr>
        <w:t>06</w:t>
      </w:r>
      <w:r w:rsidR="0075603D">
        <w:rPr>
          <w:bCs/>
          <w:sz w:val="20"/>
        </w:rPr>
        <w:t>.0</w:t>
      </w:r>
      <w:r w:rsidR="00A225C9">
        <w:rPr>
          <w:bCs/>
          <w:sz w:val="20"/>
        </w:rPr>
        <w:t>5</w:t>
      </w:r>
      <w:r w:rsidR="00D32EF1">
        <w:rPr>
          <w:bCs/>
          <w:sz w:val="20"/>
        </w:rPr>
        <w:t>.20</w:t>
      </w:r>
      <w:r w:rsidR="0078716E">
        <w:rPr>
          <w:bCs/>
          <w:sz w:val="20"/>
        </w:rPr>
        <w:t>2</w:t>
      </w:r>
      <w:r w:rsidR="009C786A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DD36CA">
        <w:rPr>
          <w:bCs/>
          <w:sz w:val="20"/>
        </w:rPr>
        <w:t>30</w:t>
      </w:r>
      <w:r w:rsidR="000E2444">
        <w:rPr>
          <w:bCs/>
          <w:sz w:val="20"/>
        </w:rPr>
        <w:t>.</w:t>
      </w:r>
      <w:r w:rsidR="00DD36CA">
        <w:rPr>
          <w:bCs/>
          <w:sz w:val="20"/>
        </w:rPr>
        <w:t>06</w:t>
      </w:r>
      <w:r w:rsidR="00075039">
        <w:rPr>
          <w:bCs/>
          <w:sz w:val="20"/>
        </w:rPr>
        <w:t>.202</w:t>
      </w:r>
      <w:r w:rsidR="009C786A">
        <w:rPr>
          <w:bCs/>
          <w:sz w:val="20"/>
        </w:rPr>
        <w:t>5</w:t>
      </w:r>
    </w:p>
    <w:p w14:paraId="2B603D14" w14:textId="77777777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2613E2D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63F2ED68" w14:textId="77777777" w:rsidR="005253F3" w:rsidRPr="00330C91" w:rsidRDefault="005253F3" w:rsidP="00EB57EF">
      <w:pPr>
        <w:rPr>
          <w:sz w:val="20"/>
        </w:rPr>
      </w:pPr>
    </w:p>
    <w:p w14:paraId="798AA6AA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728B993" w14:textId="77777777" w:rsidR="007207F8" w:rsidRPr="00330C91" w:rsidRDefault="007207F8" w:rsidP="007207F8">
      <w:pPr>
        <w:rPr>
          <w:sz w:val="20"/>
        </w:rPr>
      </w:pPr>
    </w:p>
    <w:p w14:paraId="506412F2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1A186515" w14:textId="696C8963" w:rsidR="00903014" w:rsidRDefault="00D83439" w:rsidP="00EB57EF">
      <w:pPr>
        <w:rPr>
          <w:i/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sectPr w:rsidR="00903014" w:rsidSect="00B923F1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CD7F2" w14:textId="77777777" w:rsidR="00335DB9" w:rsidRDefault="00335DB9">
      <w:r>
        <w:separator/>
      </w:r>
    </w:p>
  </w:endnote>
  <w:endnote w:type="continuationSeparator" w:id="0">
    <w:p w14:paraId="25617507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DEE9A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08D82" w14:textId="77777777" w:rsidR="00335DB9" w:rsidRDefault="00335DB9">
      <w:r>
        <w:separator/>
      </w:r>
    </w:p>
  </w:footnote>
  <w:footnote w:type="continuationSeparator" w:id="0">
    <w:p w14:paraId="7D57924F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ECC17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9477EA">
      <w:rPr>
        <w:noProof/>
        <w:spacing w:val="0"/>
        <w:position w:val="0"/>
        <w:sz w:val="20"/>
      </w:rPr>
      <w:t>2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799851B6" w14:textId="692174FD" w:rsidR="003C047F" w:rsidRPr="00E144F2" w:rsidRDefault="003C047F" w:rsidP="00FF59A0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52F15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13356"/>
    <w:multiLevelType w:val="hybridMultilevel"/>
    <w:tmpl w:val="5BB4A088"/>
    <w:lvl w:ilvl="0" w:tplc="0CA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4228223">
    <w:abstractNumId w:val="0"/>
  </w:num>
  <w:num w:numId="2" w16cid:durableId="565578747">
    <w:abstractNumId w:val="6"/>
  </w:num>
  <w:num w:numId="3" w16cid:durableId="2040350499">
    <w:abstractNumId w:val="5"/>
  </w:num>
  <w:num w:numId="4" w16cid:durableId="970206306">
    <w:abstractNumId w:val="8"/>
  </w:num>
  <w:num w:numId="5" w16cid:durableId="1236083960">
    <w:abstractNumId w:val="9"/>
  </w:num>
  <w:num w:numId="6" w16cid:durableId="1330913753">
    <w:abstractNumId w:val="11"/>
  </w:num>
  <w:num w:numId="7" w16cid:durableId="2057928504">
    <w:abstractNumId w:val="12"/>
  </w:num>
  <w:num w:numId="8" w16cid:durableId="645666166">
    <w:abstractNumId w:val="3"/>
  </w:num>
  <w:num w:numId="9" w16cid:durableId="314601899">
    <w:abstractNumId w:val="4"/>
  </w:num>
  <w:num w:numId="10" w16cid:durableId="117309855">
    <w:abstractNumId w:val="1"/>
  </w:num>
  <w:num w:numId="11" w16cid:durableId="1387728593">
    <w:abstractNumId w:val="2"/>
  </w:num>
  <w:num w:numId="12" w16cid:durableId="388307200">
    <w:abstractNumId w:val="7"/>
  </w:num>
  <w:num w:numId="13" w16cid:durableId="1507818223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2681"/>
    <w:rsid w:val="000C53F6"/>
    <w:rsid w:val="000C58FB"/>
    <w:rsid w:val="000C5DC9"/>
    <w:rsid w:val="000D1A91"/>
    <w:rsid w:val="000D4B76"/>
    <w:rsid w:val="000E01A8"/>
    <w:rsid w:val="000E1700"/>
    <w:rsid w:val="000E2444"/>
    <w:rsid w:val="000E3545"/>
    <w:rsid w:val="000E4E06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0850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84188"/>
    <w:rsid w:val="00194AEE"/>
    <w:rsid w:val="001968B0"/>
    <w:rsid w:val="001A043B"/>
    <w:rsid w:val="001A4374"/>
    <w:rsid w:val="001B1F4C"/>
    <w:rsid w:val="001C037C"/>
    <w:rsid w:val="001C3CA4"/>
    <w:rsid w:val="001C5A75"/>
    <w:rsid w:val="001C6234"/>
    <w:rsid w:val="001C73D4"/>
    <w:rsid w:val="001D298A"/>
    <w:rsid w:val="001D2CCB"/>
    <w:rsid w:val="001D3401"/>
    <w:rsid w:val="001D5255"/>
    <w:rsid w:val="001D7F31"/>
    <w:rsid w:val="001E00A9"/>
    <w:rsid w:val="001E23CC"/>
    <w:rsid w:val="001E2EBE"/>
    <w:rsid w:val="001E33A3"/>
    <w:rsid w:val="001E34BF"/>
    <w:rsid w:val="001F2AA7"/>
    <w:rsid w:val="001F424D"/>
    <w:rsid w:val="001F5D9F"/>
    <w:rsid w:val="0021202D"/>
    <w:rsid w:val="00212CA7"/>
    <w:rsid w:val="00216D5C"/>
    <w:rsid w:val="00226AB7"/>
    <w:rsid w:val="00226D3A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82D78"/>
    <w:rsid w:val="00287641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54B7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869"/>
    <w:rsid w:val="00366BF5"/>
    <w:rsid w:val="00370AF5"/>
    <w:rsid w:val="00376A5E"/>
    <w:rsid w:val="00377256"/>
    <w:rsid w:val="003835C4"/>
    <w:rsid w:val="00386E8C"/>
    <w:rsid w:val="00387747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2526"/>
    <w:rsid w:val="003B4A4A"/>
    <w:rsid w:val="003C047F"/>
    <w:rsid w:val="003C0AD1"/>
    <w:rsid w:val="003C2045"/>
    <w:rsid w:val="003C2819"/>
    <w:rsid w:val="003C30FD"/>
    <w:rsid w:val="003D04A2"/>
    <w:rsid w:val="003D65D5"/>
    <w:rsid w:val="003D74F1"/>
    <w:rsid w:val="003E3C19"/>
    <w:rsid w:val="003F03F4"/>
    <w:rsid w:val="003F16B2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420A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E3FBA"/>
    <w:rsid w:val="004F69EB"/>
    <w:rsid w:val="0050533C"/>
    <w:rsid w:val="00507899"/>
    <w:rsid w:val="00511645"/>
    <w:rsid w:val="00512FA1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5EC5"/>
    <w:rsid w:val="005655A4"/>
    <w:rsid w:val="00566DA4"/>
    <w:rsid w:val="00574248"/>
    <w:rsid w:val="0058348A"/>
    <w:rsid w:val="0059149C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344E"/>
    <w:rsid w:val="005D229E"/>
    <w:rsid w:val="005D281D"/>
    <w:rsid w:val="005D6D69"/>
    <w:rsid w:val="005E216A"/>
    <w:rsid w:val="005E37F8"/>
    <w:rsid w:val="005E756B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B02CB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2E1E"/>
    <w:rsid w:val="00715B23"/>
    <w:rsid w:val="007207F8"/>
    <w:rsid w:val="00720C6E"/>
    <w:rsid w:val="00722B59"/>
    <w:rsid w:val="007243E7"/>
    <w:rsid w:val="0073036D"/>
    <w:rsid w:val="00730EC7"/>
    <w:rsid w:val="00735D0C"/>
    <w:rsid w:val="007369B1"/>
    <w:rsid w:val="00737CAB"/>
    <w:rsid w:val="007402B0"/>
    <w:rsid w:val="007409A2"/>
    <w:rsid w:val="0074716B"/>
    <w:rsid w:val="0075096D"/>
    <w:rsid w:val="0075153C"/>
    <w:rsid w:val="007515E5"/>
    <w:rsid w:val="007526BF"/>
    <w:rsid w:val="00752868"/>
    <w:rsid w:val="00752885"/>
    <w:rsid w:val="00752C4F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19D4"/>
    <w:rsid w:val="007A1BF8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0EF5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6F7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28E6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177"/>
    <w:rsid w:val="008A7ECC"/>
    <w:rsid w:val="008B16DA"/>
    <w:rsid w:val="008B25CF"/>
    <w:rsid w:val="008B3B85"/>
    <w:rsid w:val="008B4EA1"/>
    <w:rsid w:val="008C44DC"/>
    <w:rsid w:val="008C4C4E"/>
    <w:rsid w:val="008C530D"/>
    <w:rsid w:val="008C6581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3014"/>
    <w:rsid w:val="00907283"/>
    <w:rsid w:val="0091010D"/>
    <w:rsid w:val="00925BC2"/>
    <w:rsid w:val="00930C5E"/>
    <w:rsid w:val="00933C09"/>
    <w:rsid w:val="009349BC"/>
    <w:rsid w:val="0093627A"/>
    <w:rsid w:val="009477EA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C786A"/>
    <w:rsid w:val="009D58F6"/>
    <w:rsid w:val="009E10F0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25C9"/>
    <w:rsid w:val="00A24D92"/>
    <w:rsid w:val="00A24F99"/>
    <w:rsid w:val="00A256A9"/>
    <w:rsid w:val="00A32155"/>
    <w:rsid w:val="00A349F8"/>
    <w:rsid w:val="00A40642"/>
    <w:rsid w:val="00A414B4"/>
    <w:rsid w:val="00A41F98"/>
    <w:rsid w:val="00A43C9B"/>
    <w:rsid w:val="00A47405"/>
    <w:rsid w:val="00A624A3"/>
    <w:rsid w:val="00A63F9D"/>
    <w:rsid w:val="00A67C68"/>
    <w:rsid w:val="00A72A8F"/>
    <w:rsid w:val="00A74DFE"/>
    <w:rsid w:val="00A9315B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16536"/>
    <w:rsid w:val="00B30713"/>
    <w:rsid w:val="00B37621"/>
    <w:rsid w:val="00B416FA"/>
    <w:rsid w:val="00B443E1"/>
    <w:rsid w:val="00B462ED"/>
    <w:rsid w:val="00B50FCD"/>
    <w:rsid w:val="00B602BD"/>
    <w:rsid w:val="00B62170"/>
    <w:rsid w:val="00B67410"/>
    <w:rsid w:val="00B67DA4"/>
    <w:rsid w:val="00B726B4"/>
    <w:rsid w:val="00B818AF"/>
    <w:rsid w:val="00B826AF"/>
    <w:rsid w:val="00B8365C"/>
    <w:rsid w:val="00B836E5"/>
    <w:rsid w:val="00B8580F"/>
    <w:rsid w:val="00B85B2C"/>
    <w:rsid w:val="00B923F1"/>
    <w:rsid w:val="00B92894"/>
    <w:rsid w:val="00B942D7"/>
    <w:rsid w:val="00BA4742"/>
    <w:rsid w:val="00BA549B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E755A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881"/>
    <w:rsid w:val="00C45FAD"/>
    <w:rsid w:val="00C4605A"/>
    <w:rsid w:val="00C5174D"/>
    <w:rsid w:val="00C547BC"/>
    <w:rsid w:val="00C56AE9"/>
    <w:rsid w:val="00C623B7"/>
    <w:rsid w:val="00C64B18"/>
    <w:rsid w:val="00C673EA"/>
    <w:rsid w:val="00C679DE"/>
    <w:rsid w:val="00C741B5"/>
    <w:rsid w:val="00C75132"/>
    <w:rsid w:val="00C764F0"/>
    <w:rsid w:val="00C82045"/>
    <w:rsid w:val="00C82DA0"/>
    <w:rsid w:val="00C85F5D"/>
    <w:rsid w:val="00C871DE"/>
    <w:rsid w:val="00C913DD"/>
    <w:rsid w:val="00C92265"/>
    <w:rsid w:val="00C938C1"/>
    <w:rsid w:val="00C95D82"/>
    <w:rsid w:val="00C96E19"/>
    <w:rsid w:val="00CA255E"/>
    <w:rsid w:val="00CA4B52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CF7870"/>
    <w:rsid w:val="00D00D20"/>
    <w:rsid w:val="00D02387"/>
    <w:rsid w:val="00D12D1A"/>
    <w:rsid w:val="00D13208"/>
    <w:rsid w:val="00D17975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1886"/>
    <w:rsid w:val="00D626D1"/>
    <w:rsid w:val="00D627C5"/>
    <w:rsid w:val="00D63ACF"/>
    <w:rsid w:val="00D75B5C"/>
    <w:rsid w:val="00D76E26"/>
    <w:rsid w:val="00D776F8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1367"/>
    <w:rsid w:val="00DB5790"/>
    <w:rsid w:val="00DC06EC"/>
    <w:rsid w:val="00DC3B6C"/>
    <w:rsid w:val="00DC4975"/>
    <w:rsid w:val="00DC4B76"/>
    <w:rsid w:val="00DD36CA"/>
    <w:rsid w:val="00DD5220"/>
    <w:rsid w:val="00DD66DA"/>
    <w:rsid w:val="00DE4FBF"/>
    <w:rsid w:val="00DE6326"/>
    <w:rsid w:val="00DF1BCB"/>
    <w:rsid w:val="00DF3603"/>
    <w:rsid w:val="00DF6282"/>
    <w:rsid w:val="00E0007E"/>
    <w:rsid w:val="00E00920"/>
    <w:rsid w:val="00E0123C"/>
    <w:rsid w:val="00E06745"/>
    <w:rsid w:val="00E06874"/>
    <w:rsid w:val="00E1060D"/>
    <w:rsid w:val="00E12C34"/>
    <w:rsid w:val="00E131D7"/>
    <w:rsid w:val="00E144F2"/>
    <w:rsid w:val="00E14EF3"/>
    <w:rsid w:val="00E20E38"/>
    <w:rsid w:val="00E265EF"/>
    <w:rsid w:val="00E26E9D"/>
    <w:rsid w:val="00E36161"/>
    <w:rsid w:val="00E440B8"/>
    <w:rsid w:val="00E4600D"/>
    <w:rsid w:val="00E5720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57EF"/>
    <w:rsid w:val="00EB6A8A"/>
    <w:rsid w:val="00EB7677"/>
    <w:rsid w:val="00ED071D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1B79"/>
    <w:rsid w:val="00EF28A0"/>
    <w:rsid w:val="00EF38AB"/>
    <w:rsid w:val="00EF4A2B"/>
    <w:rsid w:val="00F02C6C"/>
    <w:rsid w:val="00F045AB"/>
    <w:rsid w:val="00F06F1D"/>
    <w:rsid w:val="00F15DD2"/>
    <w:rsid w:val="00F217C0"/>
    <w:rsid w:val="00F24893"/>
    <w:rsid w:val="00F30908"/>
    <w:rsid w:val="00F30EEF"/>
    <w:rsid w:val="00F4318C"/>
    <w:rsid w:val="00F46877"/>
    <w:rsid w:val="00F472E6"/>
    <w:rsid w:val="00F52E9A"/>
    <w:rsid w:val="00F55F54"/>
    <w:rsid w:val="00F56F06"/>
    <w:rsid w:val="00F72092"/>
    <w:rsid w:val="00F76FB8"/>
    <w:rsid w:val="00F80DAA"/>
    <w:rsid w:val="00F83376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3924"/>
    <w:rsid w:val="00FD4EC7"/>
    <w:rsid w:val="00FD52DA"/>
    <w:rsid w:val="00FD6601"/>
    <w:rsid w:val="00FD6AFB"/>
    <w:rsid w:val="00FE11DC"/>
    <w:rsid w:val="00FE307F"/>
    <w:rsid w:val="00FE42E7"/>
    <w:rsid w:val="00FE5D70"/>
    <w:rsid w:val="00FE693F"/>
    <w:rsid w:val="00FF1522"/>
    <w:rsid w:val="00FF1D28"/>
    <w:rsid w:val="00FF1F9C"/>
    <w:rsid w:val="00FF21EF"/>
    <w:rsid w:val="00FF59A0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F7CB0D5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CF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5E001-EA0C-4A38-9F4F-F7F436D6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5</TotalTime>
  <Pages>3</Pages>
  <Words>450</Words>
  <Characters>3305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3748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9</cp:revision>
  <cp:lastPrinted>2018-08-16T11:33:00Z</cp:lastPrinted>
  <dcterms:created xsi:type="dcterms:W3CDTF">2025-05-05T11:53:00Z</dcterms:created>
  <dcterms:modified xsi:type="dcterms:W3CDTF">2025-05-05T12:00:00Z</dcterms:modified>
</cp:coreProperties>
</file>